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BACC0" w14:textId="77777777" w:rsidR="002F139C" w:rsidRDefault="002F139C" w:rsidP="00736702">
      <w:pPr>
        <w:pStyle w:val="Subttulo"/>
        <w:rPr>
          <w:rFonts w:ascii="ArialMT" w:hAnsi="ArialMT" w:cs="ArialMT"/>
          <w:b/>
        </w:rPr>
      </w:pPr>
      <w:bookmarkStart w:id="0" w:name="_GoBack"/>
      <w:bookmarkEnd w:id="0"/>
    </w:p>
    <w:p w14:paraId="3F4F391C" w14:textId="14DED811" w:rsidR="00235FA2" w:rsidRDefault="002F139C" w:rsidP="00736702">
      <w:pPr>
        <w:pStyle w:val="Subttulo"/>
        <w:rPr>
          <w:rFonts w:ascii="ArialMT" w:hAnsi="ArialMT" w:cs="ArialMT"/>
          <w:b/>
        </w:rPr>
      </w:pPr>
      <w:r>
        <w:rPr>
          <w:rFonts w:ascii="ArialMT" w:hAnsi="ArialMT" w:cs="ArialMT"/>
          <w:b/>
        </w:rPr>
        <w:t>Anexo VII</w:t>
      </w:r>
    </w:p>
    <w:p w14:paraId="5D4ECEA5" w14:textId="77777777" w:rsidR="00235FA2" w:rsidRDefault="004D5461" w:rsidP="00736702">
      <w:pPr>
        <w:pStyle w:val="Subttulo"/>
        <w:rPr>
          <w:rFonts w:ascii="ArialMT" w:hAnsi="ArialMT" w:cs="ArialMT"/>
          <w:b/>
        </w:rPr>
      </w:pPr>
      <w:r>
        <w:rPr>
          <w:rFonts w:ascii="ArialMT" w:hAnsi="ArialMT" w:cs="ArialMT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149894" wp14:editId="582E4140">
                <wp:simplePos x="0" y="0"/>
                <wp:positionH relativeFrom="margin">
                  <wp:align>left</wp:align>
                </wp:positionH>
                <wp:positionV relativeFrom="paragraph">
                  <wp:posOffset>170369</wp:posOffset>
                </wp:positionV>
                <wp:extent cx="6468893" cy="453390"/>
                <wp:effectExtent l="0" t="0" r="27305" b="22860"/>
                <wp:wrapNone/>
                <wp:docPr id="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8893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5996A" w14:textId="77777777" w:rsidR="00F330EB" w:rsidRPr="008B3D0B" w:rsidRDefault="0007370D" w:rsidP="00235FA2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B3D0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INFORME DE </w:t>
                            </w:r>
                            <w:r w:rsidR="00F330EB" w:rsidRPr="008B3D0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INSERCIÓN LABORAL DEL ALUMNADO PARTICIPANTE EN LOS PROYECTOS </w:t>
                            </w:r>
                            <w:r w:rsidRPr="008B3D0B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DE FORMACIÓN PROFESIONAL DUAL</w:t>
                            </w:r>
                          </w:p>
                          <w:p w14:paraId="2EDB5ADD" w14:textId="77777777" w:rsidR="00F330EB" w:rsidRPr="00F330EB" w:rsidRDefault="00F330EB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039A495" w14:textId="77777777" w:rsidR="00235FA2" w:rsidRPr="00F330EB" w:rsidRDefault="00235FA2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E6BA8DE" w14:textId="77777777" w:rsidR="00F330EB" w:rsidRPr="00F330EB" w:rsidRDefault="00F330EB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33A2416" w14:textId="77777777" w:rsidR="00235FA2" w:rsidRPr="00F330EB" w:rsidRDefault="00235FA2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3149894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0;margin-top:13.4pt;width:509.35pt;height:35.7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">
                <v:textbox>
                  <w:txbxContent>
                    <w:p w14:paraId="6105996A" w14:textId="77777777" w:rsidR="00F330EB" w:rsidRPr="008B3D0B" w:rsidRDefault="0007370D" w:rsidP="00235FA2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8B3D0B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INFORME DE </w:t>
                      </w:r>
                      <w:r w:rsidR="00F330EB" w:rsidRPr="008B3D0B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INSERCIÓN LABORAL DEL ALUMNADO PARTICIPANTE EN LOS PROYECTOS </w:t>
                      </w:r>
                      <w:r w:rsidRPr="008B3D0B">
                        <w:rPr>
                          <w:rFonts w:cs="Arial"/>
                          <w:b/>
                          <w:sz w:val="24"/>
                          <w:szCs w:val="24"/>
                        </w:rPr>
                        <w:t>DE FORMACIÓN PROFESIONAL DUAL</w:t>
                      </w:r>
                    </w:p>
                    <w:p w14:paraId="2EDB5ADD" w14:textId="77777777" w:rsidR="00F330EB" w:rsidRPr="00F330EB" w:rsidRDefault="00F330EB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3039A495" w14:textId="77777777" w:rsidR="00235FA2" w:rsidRPr="00F330EB" w:rsidRDefault="00235FA2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2E6BA8DE" w14:textId="77777777" w:rsidR="00F330EB" w:rsidRPr="00F330EB" w:rsidRDefault="00F330EB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14:paraId="733A2416" w14:textId="77777777" w:rsidR="00235FA2" w:rsidRPr="00F330EB" w:rsidRDefault="00235FA2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5A8A3A" w14:textId="77777777" w:rsidR="00235FA2" w:rsidRDefault="00235FA2" w:rsidP="00736702">
      <w:pPr>
        <w:pStyle w:val="Subttulo"/>
        <w:rPr>
          <w:rFonts w:ascii="ArialMT" w:hAnsi="ArialMT" w:cs="ArialMT"/>
          <w:b/>
        </w:rPr>
      </w:pPr>
    </w:p>
    <w:p w14:paraId="33759755" w14:textId="77777777" w:rsidR="007F1F64" w:rsidRDefault="007F1F64">
      <w:pPr>
        <w:rPr>
          <w:sz w:val="18"/>
        </w:rPr>
      </w:pPr>
    </w:p>
    <w:p w14:paraId="413B5D90" w14:textId="77777777" w:rsidR="003C4C70" w:rsidRDefault="003C4C70">
      <w:pPr>
        <w:rPr>
          <w:sz w:val="18"/>
        </w:rPr>
      </w:pPr>
    </w:p>
    <w:tbl>
      <w:tblPr>
        <w:tblW w:w="1020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9"/>
        <w:gridCol w:w="1621"/>
        <w:gridCol w:w="1639"/>
        <w:gridCol w:w="1479"/>
        <w:gridCol w:w="2268"/>
      </w:tblGrid>
      <w:tr w:rsidR="003C4C70" w:rsidRPr="00F330EB" w14:paraId="00C069C2" w14:textId="77777777" w:rsidTr="00C662A4">
        <w:tc>
          <w:tcPr>
            <w:tcW w:w="10206" w:type="dxa"/>
            <w:gridSpan w:val="5"/>
            <w:tcBorders>
              <w:top w:val="single" w:sz="8" w:space="0" w:color="auto"/>
              <w:bottom w:val="single" w:sz="2" w:space="0" w:color="auto"/>
            </w:tcBorders>
            <w:shd w:val="pct12" w:color="auto" w:fill="auto"/>
          </w:tcPr>
          <w:p w14:paraId="1D81344F" w14:textId="77777777" w:rsidR="003C4C70" w:rsidRPr="008B3D0B" w:rsidRDefault="001E007E" w:rsidP="001E007E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b/>
                <w:sz w:val="18"/>
                <w:szCs w:val="18"/>
              </w:rPr>
              <w:t>Proyecto de Formación Profesional Dual</w:t>
            </w:r>
          </w:p>
        </w:tc>
      </w:tr>
      <w:tr w:rsidR="00C839FA" w:rsidRPr="00F330EB" w14:paraId="58831A0E" w14:textId="77777777" w:rsidTr="002F139C">
        <w:trPr>
          <w:trHeight w:val="492"/>
        </w:trPr>
        <w:tc>
          <w:tcPr>
            <w:tcW w:w="6459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5EDA6" w14:textId="77777777" w:rsidR="00C839FA" w:rsidRPr="008B3D0B" w:rsidRDefault="00C839FA" w:rsidP="00C839F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Centro educativo:</w:t>
            </w:r>
          </w:p>
        </w:tc>
        <w:tc>
          <w:tcPr>
            <w:tcW w:w="374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89ADFA9" w14:textId="77777777" w:rsidR="00C839FA" w:rsidRPr="008B3D0B" w:rsidRDefault="00C839FA" w:rsidP="00C839F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Localidad</w:t>
            </w:r>
            <w:r w:rsidRPr="008B3D0B">
              <w:rPr>
                <w:rFonts w:cs="Arial"/>
                <w:b/>
                <w:sz w:val="18"/>
                <w:szCs w:val="18"/>
              </w:rPr>
              <w:t>:</w:t>
            </w:r>
          </w:p>
        </w:tc>
      </w:tr>
      <w:tr w:rsidR="00C839FA" w:rsidRPr="00F330EB" w14:paraId="475DCE76" w14:textId="77777777" w:rsidTr="002F139C">
        <w:trPr>
          <w:trHeight w:val="710"/>
        </w:trPr>
        <w:tc>
          <w:tcPr>
            <w:tcW w:w="6459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65C0" w14:textId="77777777" w:rsidR="00C839FA" w:rsidRPr="008B3D0B" w:rsidRDefault="00C839FA" w:rsidP="00C839F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Empresa</w:t>
            </w:r>
            <w:r w:rsidR="00C966D3" w:rsidRPr="008B3D0B">
              <w:rPr>
                <w:rFonts w:cs="Arial"/>
                <w:sz w:val="18"/>
                <w:szCs w:val="18"/>
              </w:rPr>
              <w:t>/</w:t>
            </w:r>
            <w:r w:rsidR="00C662A4" w:rsidRPr="008B3D0B">
              <w:rPr>
                <w:rFonts w:cs="Arial"/>
                <w:sz w:val="18"/>
                <w:szCs w:val="18"/>
              </w:rPr>
              <w:t>s colaboradora</w:t>
            </w:r>
            <w:r w:rsidR="00C966D3" w:rsidRPr="008B3D0B">
              <w:rPr>
                <w:rFonts w:cs="Arial"/>
                <w:sz w:val="18"/>
                <w:szCs w:val="18"/>
              </w:rPr>
              <w:t>/s</w:t>
            </w:r>
            <w:r w:rsidRPr="008B3D0B">
              <w:rPr>
                <w:rFonts w:cs="Arial"/>
                <w:sz w:val="18"/>
                <w:szCs w:val="18"/>
              </w:rPr>
              <w:t>:</w:t>
            </w:r>
          </w:p>
          <w:p w14:paraId="56CB4859" w14:textId="77777777" w:rsidR="00C966D3" w:rsidRPr="008B3D0B" w:rsidRDefault="00C966D3" w:rsidP="00C839FA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374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4FA350C1" w14:textId="77777777" w:rsidR="00C839FA" w:rsidRPr="008B3D0B" w:rsidRDefault="00C839FA" w:rsidP="00C839F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Localidad</w:t>
            </w:r>
            <w:r w:rsidRPr="008B3D0B">
              <w:rPr>
                <w:rFonts w:cs="Arial"/>
                <w:b/>
                <w:sz w:val="18"/>
                <w:szCs w:val="18"/>
              </w:rPr>
              <w:t>:</w:t>
            </w:r>
          </w:p>
        </w:tc>
      </w:tr>
      <w:tr w:rsidR="00616D08" w:rsidRPr="00F330EB" w14:paraId="0875B52B" w14:textId="77777777" w:rsidTr="002F139C">
        <w:trPr>
          <w:cantSplit/>
          <w:trHeight w:val="564"/>
        </w:trPr>
        <w:tc>
          <w:tcPr>
            <w:tcW w:w="645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4C6503E" w14:textId="77777777" w:rsidR="00616D08" w:rsidRPr="008B3D0B" w:rsidRDefault="00616D08" w:rsidP="00616D08">
            <w:pPr>
              <w:spacing w:before="120" w:after="80"/>
              <w:ind w:right="74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Ciclo Formativo:</w:t>
            </w:r>
          </w:p>
        </w:tc>
        <w:tc>
          <w:tcPr>
            <w:tcW w:w="374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7015062" w14:textId="77777777" w:rsidR="00616D08" w:rsidRPr="008B3D0B" w:rsidRDefault="00616D08" w:rsidP="00C662A4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Código de proyecto: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C704B">
              <w:rPr>
                <w:rFonts w:cs="Arial"/>
                <w:sz w:val="18"/>
                <w:szCs w:val="18"/>
              </w:rPr>
              <w:t>CLM</w:t>
            </w:r>
            <w:r w:rsidR="00C662A4">
              <w:rPr>
                <w:rFonts w:cs="Arial"/>
                <w:sz w:val="18"/>
                <w:szCs w:val="18"/>
              </w:rPr>
              <w:t xml:space="preserve"> ______</w:t>
            </w:r>
          </w:p>
        </w:tc>
      </w:tr>
      <w:tr w:rsidR="008D2131" w:rsidRPr="00F330EB" w14:paraId="705AD480" w14:textId="77777777" w:rsidTr="00C662A4">
        <w:trPr>
          <w:cantSplit/>
        </w:trPr>
        <w:tc>
          <w:tcPr>
            <w:tcW w:w="3199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6B3E5F3" w14:textId="77777777" w:rsidR="008D2131" w:rsidRDefault="008D2131" w:rsidP="00616D08">
            <w:pPr>
              <w:spacing w:before="120" w:after="40"/>
              <w:ind w:left="72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Modalid</w:t>
            </w:r>
            <w:r w:rsidR="00616D08">
              <w:rPr>
                <w:rFonts w:cs="Arial"/>
                <w:sz w:val="18"/>
                <w:szCs w:val="18"/>
              </w:rPr>
              <w:t>ad y duración del proyecto:</w:t>
            </w:r>
          </w:p>
          <w:sdt>
            <w:sdtPr>
              <w:rPr>
                <w:rFonts w:cs="Arial"/>
                <w:sz w:val="18"/>
                <w:szCs w:val="18"/>
              </w:rPr>
              <w:id w:val="1869333293"/>
              <w:placeholder>
                <w:docPart w:val="69B79963ECF34F83AEDDBD76D16C01A1"/>
              </w:placeholder>
              <w:showingPlcHdr/>
              <w:comboBox>
                <w:listItem w:displayText="A/1" w:value="A/1"/>
                <w:listItem w:displayText="A/2" w:value="A/2"/>
                <w:listItem w:displayText="B/1" w:value="B/1"/>
                <w:listItem w:displayText="B/2" w:value="B/2"/>
                <w:listItem w:displayText="C/1" w:value="C/1"/>
                <w:listItem w:displayText="C/2" w:value="C/2"/>
              </w:comboBox>
            </w:sdtPr>
            <w:sdtEndPr/>
            <w:sdtContent>
              <w:p w14:paraId="5E895F03" w14:textId="77777777" w:rsidR="00616D08" w:rsidRPr="008B3D0B" w:rsidRDefault="00BF6BBE" w:rsidP="00616D08">
                <w:pPr>
                  <w:spacing w:before="120" w:after="40"/>
                  <w:ind w:left="72"/>
                  <w:rPr>
                    <w:rFonts w:cs="Arial"/>
                    <w:sz w:val="18"/>
                    <w:szCs w:val="18"/>
                  </w:rPr>
                </w:pPr>
                <w:r w:rsidRPr="00AB02AC">
                  <w:rPr>
                    <w:rStyle w:val="Textodelmarcadordeposicin"/>
                  </w:rPr>
                  <w:t>Elija un elemento.</w:t>
                </w:r>
              </w:p>
            </w:sdtContent>
          </w:sdt>
        </w:tc>
        <w:tc>
          <w:tcPr>
            <w:tcW w:w="1621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70ED7B8" w14:textId="77777777" w:rsidR="008D2131" w:rsidRPr="008B3D0B" w:rsidRDefault="008D2131" w:rsidP="00C839FA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 xml:space="preserve">Curso </w:t>
            </w:r>
            <w:r w:rsidR="008B4F8C" w:rsidRPr="008B3D0B">
              <w:rPr>
                <w:rFonts w:cs="Arial"/>
                <w:sz w:val="18"/>
                <w:szCs w:val="18"/>
              </w:rPr>
              <w:t>académico</w:t>
            </w:r>
            <w:r w:rsidR="00DE4049" w:rsidRPr="008B3D0B">
              <w:rPr>
                <w:rFonts w:cs="Arial"/>
                <w:sz w:val="18"/>
                <w:szCs w:val="18"/>
              </w:rPr>
              <w:t xml:space="preserve"> </w:t>
            </w:r>
            <w:r w:rsidRPr="008B3D0B">
              <w:rPr>
                <w:rFonts w:cs="Arial"/>
                <w:sz w:val="18"/>
                <w:szCs w:val="18"/>
              </w:rPr>
              <w:t>de inicio:</w:t>
            </w:r>
          </w:p>
          <w:p w14:paraId="6F76A1AE" w14:textId="77777777" w:rsidR="008B4F8C" w:rsidRPr="008B3D0B" w:rsidRDefault="008B4F8C" w:rsidP="00C839FA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525895F" w14:textId="77777777" w:rsidR="008D2131" w:rsidRPr="008B3D0B" w:rsidRDefault="008D2131" w:rsidP="00C662A4">
            <w:pPr>
              <w:spacing w:before="120" w:after="40"/>
              <w:ind w:right="-70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Curso</w:t>
            </w:r>
            <w:r w:rsidR="008B4F8C" w:rsidRPr="008B3D0B">
              <w:rPr>
                <w:rFonts w:cs="Arial"/>
                <w:sz w:val="18"/>
                <w:szCs w:val="18"/>
              </w:rPr>
              <w:t xml:space="preserve"> académico</w:t>
            </w:r>
            <w:r w:rsidR="00DE4049" w:rsidRPr="008B3D0B">
              <w:rPr>
                <w:rFonts w:cs="Arial"/>
                <w:sz w:val="18"/>
                <w:szCs w:val="18"/>
              </w:rPr>
              <w:t xml:space="preserve"> </w:t>
            </w:r>
            <w:r w:rsidRPr="008B3D0B">
              <w:rPr>
                <w:rFonts w:cs="Arial"/>
                <w:sz w:val="18"/>
                <w:szCs w:val="18"/>
              </w:rPr>
              <w:t>de finalización: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14:paraId="7C13D068" w14:textId="77777777" w:rsidR="008D2131" w:rsidRPr="008B3D0B" w:rsidRDefault="006F3C9C" w:rsidP="002A3B13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t>Nº de alumn</w:t>
            </w:r>
            <w:r w:rsidR="00847D55">
              <w:rPr>
                <w:rFonts w:cs="Arial"/>
                <w:sz w:val="16"/>
                <w:szCs w:val="16"/>
              </w:rPr>
              <w:t>ado</w:t>
            </w:r>
            <w:r w:rsidR="009D799F" w:rsidRPr="006F3C9C">
              <w:rPr>
                <w:rFonts w:cs="Arial"/>
                <w:sz w:val="16"/>
                <w:szCs w:val="16"/>
              </w:rPr>
              <w:t xml:space="preserve"> que inicia el proyecto</w:t>
            </w:r>
            <w:r w:rsidR="008D2131" w:rsidRPr="00F44468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14:paraId="1F2F3040" w14:textId="77777777" w:rsidR="008D2131" w:rsidRPr="008B3D0B" w:rsidRDefault="008D2131" w:rsidP="00616D08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 xml:space="preserve">Nº </w:t>
            </w:r>
            <w:r w:rsidR="00616D08">
              <w:rPr>
                <w:rFonts w:cs="Arial"/>
                <w:sz w:val="18"/>
                <w:szCs w:val="18"/>
              </w:rPr>
              <w:t>de horas del proyecto (incluida la FCT)</w:t>
            </w:r>
          </w:p>
        </w:tc>
      </w:tr>
    </w:tbl>
    <w:p w14:paraId="679716C1" w14:textId="77777777" w:rsidR="003C4C70" w:rsidRPr="00F330EB" w:rsidRDefault="003C4C70">
      <w:pPr>
        <w:rPr>
          <w:rFonts w:ascii="Times New Roman" w:hAnsi="Times New Roman"/>
          <w:sz w:val="20"/>
        </w:rPr>
      </w:pPr>
    </w:p>
    <w:p w14:paraId="2A50C574" w14:textId="77777777" w:rsidR="001153F3" w:rsidRDefault="001153F3">
      <w:pPr>
        <w:rPr>
          <w:sz w:val="18"/>
        </w:rPr>
      </w:pPr>
    </w:p>
    <w:p w14:paraId="77B3B6B9" w14:textId="77777777" w:rsidR="00F330EB" w:rsidRPr="008B3D0B" w:rsidRDefault="00F330EB" w:rsidP="00F330EB">
      <w:pPr>
        <w:tabs>
          <w:tab w:val="num" w:pos="-1418"/>
        </w:tabs>
        <w:ind w:left="284" w:right="-17" w:hanging="284"/>
        <w:rPr>
          <w:rFonts w:cs="Arial"/>
          <w:b/>
          <w:szCs w:val="22"/>
        </w:rPr>
      </w:pPr>
      <w:r w:rsidRPr="008B3D0B">
        <w:rPr>
          <w:rFonts w:cs="Arial"/>
          <w:b/>
          <w:szCs w:val="22"/>
        </w:rPr>
        <w:t>Datos de inserción laboral:</w:t>
      </w:r>
    </w:p>
    <w:p w14:paraId="4475D144" w14:textId="77777777" w:rsidR="00F330EB" w:rsidRPr="008B3D0B" w:rsidRDefault="00F330EB" w:rsidP="00F330EB">
      <w:pPr>
        <w:tabs>
          <w:tab w:val="num" w:pos="-1418"/>
        </w:tabs>
        <w:ind w:left="284" w:right="-17" w:hanging="284"/>
        <w:rPr>
          <w:rFonts w:cs="Arial"/>
          <w:b/>
          <w:sz w:val="20"/>
        </w:rPr>
      </w:pPr>
    </w:p>
    <w:p w14:paraId="76E9F37E" w14:textId="77777777" w:rsidR="001153F3" w:rsidRDefault="001153F3">
      <w:pPr>
        <w:tabs>
          <w:tab w:val="num" w:pos="-1418"/>
        </w:tabs>
        <w:ind w:left="284" w:right="-17" w:hanging="284"/>
        <w:rPr>
          <w:sz w:val="16"/>
        </w:rPr>
      </w:pPr>
    </w:p>
    <w:tbl>
      <w:tblPr>
        <w:tblW w:w="507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851"/>
        <w:gridCol w:w="996"/>
        <w:gridCol w:w="992"/>
        <w:gridCol w:w="988"/>
        <w:gridCol w:w="1135"/>
        <w:gridCol w:w="992"/>
        <w:gridCol w:w="1278"/>
        <w:gridCol w:w="1274"/>
      </w:tblGrid>
      <w:tr w:rsidR="00BF6BBE" w:rsidRPr="002F317F" w14:paraId="0BA817BE" w14:textId="77777777" w:rsidTr="002F139C">
        <w:trPr>
          <w:trHeight w:val="277"/>
        </w:trPr>
        <w:tc>
          <w:tcPr>
            <w:tcW w:w="833" w:type="pct"/>
            <w:vMerge w:val="restart"/>
            <w:shd w:val="clear" w:color="auto" w:fill="auto"/>
            <w:vAlign w:val="center"/>
          </w:tcPr>
          <w:p w14:paraId="082F2828" w14:textId="77777777" w:rsidR="00F330EB" w:rsidRPr="008B3D0B" w:rsidRDefault="00616D08" w:rsidP="002F317F">
            <w:pPr>
              <w:jc w:val="center"/>
              <w:rPr>
                <w:rFonts w:cs="Arial"/>
                <w:sz w:val="18"/>
                <w:szCs w:val="18"/>
              </w:rPr>
            </w:pPr>
            <w:r w:rsidRPr="00F44468">
              <w:rPr>
                <w:rFonts w:cs="Arial"/>
                <w:sz w:val="18"/>
                <w:szCs w:val="18"/>
              </w:rPr>
              <w:t>ALUMN</w:t>
            </w:r>
            <w:r w:rsidR="00847D55">
              <w:rPr>
                <w:rFonts w:cs="Arial"/>
                <w:sz w:val="18"/>
                <w:szCs w:val="18"/>
              </w:rPr>
              <w:t>ADO</w:t>
            </w:r>
            <w:r w:rsidRPr="00F44468">
              <w:rPr>
                <w:rFonts w:cs="Arial"/>
                <w:sz w:val="18"/>
                <w:szCs w:val="18"/>
              </w:rPr>
              <w:t xml:space="preserve"> DE FP DUAL QUE FINALIZA EL PROYECTO</w:t>
            </w:r>
          </w:p>
        </w:tc>
        <w:tc>
          <w:tcPr>
            <w:tcW w:w="2917" w:type="pct"/>
            <w:gridSpan w:val="6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2431EB" w14:textId="77777777" w:rsidR="00F330EB" w:rsidRPr="008B3D0B" w:rsidRDefault="00F330EB" w:rsidP="00AA784C">
            <w:pPr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CONTRATADOS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14:paraId="4B9BBE5D" w14:textId="77777777" w:rsidR="00F330EB" w:rsidRPr="008B3D0B" w:rsidRDefault="00F330EB" w:rsidP="00BF6BBE">
            <w:pPr>
              <w:ind w:left="-109" w:right="-106"/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SIN OCUPACIÓN</w:t>
            </w:r>
          </w:p>
        </w:tc>
        <w:tc>
          <w:tcPr>
            <w:tcW w:w="624" w:type="pct"/>
            <w:vMerge w:val="restart"/>
            <w:shd w:val="clear" w:color="auto" w:fill="auto"/>
            <w:vAlign w:val="center"/>
          </w:tcPr>
          <w:p w14:paraId="30E2E641" w14:textId="77777777" w:rsidR="00F330EB" w:rsidRPr="008B3D0B" w:rsidRDefault="00F330EB" w:rsidP="00BF6BBE">
            <w:pPr>
              <w:ind w:left="-107" w:right="-108"/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CONTINÚAN ESTUDIOS</w:t>
            </w:r>
          </w:p>
        </w:tc>
      </w:tr>
      <w:tr w:rsidR="00BF6BBE" w:rsidRPr="002F317F" w14:paraId="5A8E0C9B" w14:textId="77777777" w:rsidTr="002F139C">
        <w:trPr>
          <w:trHeight w:val="564"/>
        </w:trPr>
        <w:tc>
          <w:tcPr>
            <w:tcW w:w="833" w:type="pct"/>
            <w:vMerge/>
            <w:shd w:val="clear" w:color="auto" w:fill="BFBFBF"/>
            <w:textDirection w:val="btLr"/>
            <w:vAlign w:val="center"/>
          </w:tcPr>
          <w:p w14:paraId="4AA39C7B" w14:textId="77777777" w:rsidR="00F330EB" w:rsidRPr="002F317F" w:rsidRDefault="00F330EB" w:rsidP="00AA784C">
            <w:pPr>
              <w:ind w:left="-142" w:right="-8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B6E6F7" w14:textId="77777777" w:rsidR="00F330EB" w:rsidRPr="008B3D0B" w:rsidRDefault="00F330EB" w:rsidP="00BF6BBE">
            <w:pPr>
              <w:ind w:left="-112" w:right="-89"/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Contratado por la misma empresa</w:t>
            </w:r>
          </w:p>
        </w:tc>
        <w:tc>
          <w:tcPr>
            <w:tcW w:w="2012" w:type="pct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C741C2" w14:textId="77777777" w:rsidR="00F330EB" w:rsidRPr="008B3D0B" w:rsidRDefault="00F330EB" w:rsidP="00AA784C">
            <w:pPr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Contratado por otra empresa</w:t>
            </w:r>
          </w:p>
        </w:tc>
        <w:tc>
          <w:tcPr>
            <w:tcW w:w="626" w:type="pct"/>
            <w:vMerge/>
            <w:shd w:val="clear" w:color="auto" w:fill="BFBFBF"/>
            <w:vAlign w:val="center"/>
          </w:tcPr>
          <w:p w14:paraId="573299E0" w14:textId="77777777" w:rsidR="00F330EB" w:rsidRPr="002F317F" w:rsidRDefault="00F330EB" w:rsidP="00AA784C">
            <w:pPr>
              <w:ind w:left="-109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shd w:val="clear" w:color="auto" w:fill="BFBFBF"/>
            <w:vAlign w:val="center"/>
          </w:tcPr>
          <w:p w14:paraId="4B461485" w14:textId="77777777" w:rsidR="00F330EB" w:rsidRPr="002F317F" w:rsidRDefault="00F330EB" w:rsidP="00AA784C">
            <w:pPr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6BBE" w:rsidRPr="002F317F" w14:paraId="131C217F" w14:textId="77777777" w:rsidTr="002F139C">
        <w:trPr>
          <w:trHeight w:val="416"/>
        </w:trPr>
        <w:tc>
          <w:tcPr>
            <w:tcW w:w="833" w:type="pct"/>
            <w:vMerge/>
            <w:shd w:val="clear" w:color="auto" w:fill="BFBFBF"/>
          </w:tcPr>
          <w:p w14:paraId="16866B6E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7" w:type="pct"/>
            <w:vMerge w:val="restart"/>
            <w:shd w:val="clear" w:color="auto" w:fill="auto"/>
            <w:vAlign w:val="center"/>
          </w:tcPr>
          <w:p w14:paraId="3DD41BA0" w14:textId="77777777" w:rsidR="00F330EB" w:rsidRPr="008B3D0B" w:rsidRDefault="00F330EB" w:rsidP="002F317F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0D34999A" w14:textId="77777777" w:rsidR="00F330EB" w:rsidRPr="008B3D0B" w:rsidRDefault="00F330EB" w:rsidP="00BF6BBE">
            <w:pPr>
              <w:ind w:left="-112" w:right="-108"/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Contrato Fijo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</w:tcPr>
          <w:p w14:paraId="35F55F92" w14:textId="77777777" w:rsidR="00F330EB" w:rsidRPr="008B3D0B" w:rsidRDefault="00F330EB" w:rsidP="00AA784C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2160277A" w14:textId="77777777" w:rsidR="00F330EB" w:rsidRPr="008B3D0B" w:rsidRDefault="00F330EB" w:rsidP="00AA784C">
            <w:pPr>
              <w:ind w:left="-65"/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Contrato Temporal</w:t>
            </w:r>
          </w:p>
        </w:tc>
        <w:tc>
          <w:tcPr>
            <w:tcW w:w="970" w:type="pct"/>
            <w:gridSpan w:val="2"/>
            <w:shd w:val="clear" w:color="auto" w:fill="auto"/>
            <w:vAlign w:val="center"/>
          </w:tcPr>
          <w:p w14:paraId="00D73915" w14:textId="77777777" w:rsidR="00F330EB" w:rsidRPr="008B3D0B" w:rsidRDefault="00F330EB" w:rsidP="00AA784C">
            <w:pPr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Misma actividad</w:t>
            </w:r>
          </w:p>
        </w:tc>
        <w:tc>
          <w:tcPr>
            <w:tcW w:w="1041" w:type="pct"/>
            <w:gridSpan w:val="2"/>
            <w:shd w:val="clear" w:color="auto" w:fill="auto"/>
            <w:vAlign w:val="center"/>
          </w:tcPr>
          <w:p w14:paraId="5BB59239" w14:textId="77777777" w:rsidR="00F330EB" w:rsidRPr="008B3D0B" w:rsidRDefault="00F330EB" w:rsidP="00AA784C">
            <w:pPr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Distinta actividad</w:t>
            </w:r>
          </w:p>
        </w:tc>
        <w:tc>
          <w:tcPr>
            <w:tcW w:w="626" w:type="pct"/>
            <w:vMerge/>
            <w:shd w:val="clear" w:color="auto" w:fill="BFBFBF"/>
            <w:vAlign w:val="center"/>
          </w:tcPr>
          <w:p w14:paraId="5FB78C5E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shd w:val="clear" w:color="auto" w:fill="BFBFBF"/>
            <w:vAlign w:val="center"/>
          </w:tcPr>
          <w:p w14:paraId="1F90DA87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6BBE" w:rsidRPr="002F317F" w14:paraId="459E6578" w14:textId="77777777" w:rsidTr="002F139C">
        <w:trPr>
          <w:trHeight w:val="534"/>
        </w:trPr>
        <w:tc>
          <w:tcPr>
            <w:tcW w:w="833" w:type="pct"/>
            <w:vMerge/>
            <w:shd w:val="clear" w:color="auto" w:fill="BFBFBF"/>
          </w:tcPr>
          <w:p w14:paraId="393DBE4F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14:paraId="10BAA6E2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63A0D8D5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2CAB4E14" w14:textId="77777777" w:rsidR="00F330EB" w:rsidRPr="008B3D0B" w:rsidRDefault="00F330EB" w:rsidP="00AA784C">
            <w:pPr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Contrato Fijo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2DF21EB" w14:textId="77777777" w:rsidR="00F330EB" w:rsidRPr="008B3D0B" w:rsidRDefault="00F330EB" w:rsidP="00AA784C">
            <w:pPr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Contrato Temporal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0525073F" w14:textId="77777777" w:rsidR="00F330EB" w:rsidRPr="008B3D0B" w:rsidRDefault="00F330EB" w:rsidP="00AA784C">
            <w:pPr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Contrato Fijo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7893AB50" w14:textId="77777777" w:rsidR="00F330EB" w:rsidRPr="008B3D0B" w:rsidRDefault="00F330EB" w:rsidP="00AA784C">
            <w:pPr>
              <w:jc w:val="center"/>
              <w:rPr>
                <w:rFonts w:cs="Arial"/>
                <w:sz w:val="18"/>
                <w:szCs w:val="18"/>
              </w:rPr>
            </w:pPr>
            <w:r w:rsidRPr="008B3D0B">
              <w:rPr>
                <w:rFonts w:cs="Arial"/>
                <w:sz w:val="18"/>
                <w:szCs w:val="18"/>
              </w:rPr>
              <w:t>Contrato Temporal</w:t>
            </w:r>
          </w:p>
        </w:tc>
        <w:tc>
          <w:tcPr>
            <w:tcW w:w="626" w:type="pct"/>
            <w:vMerge/>
            <w:shd w:val="clear" w:color="auto" w:fill="BFBFBF"/>
            <w:vAlign w:val="center"/>
          </w:tcPr>
          <w:p w14:paraId="54201B71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shd w:val="clear" w:color="auto" w:fill="BFBFBF"/>
            <w:vAlign w:val="center"/>
          </w:tcPr>
          <w:p w14:paraId="6EC98FCC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6BBE" w:rsidRPr="002F317F" w14:paraId="6204A576" w14:textId="77777777" w:rsidTr="002F139C">
        <w:trPr>
          <w:trHeight w:val="748"/>
        </w:trPr>
        <w:tc>
          <w:tcPr>
            <w:tcW w:w="833" w:type="pct"/>
          </w:tcPr>
          <w:p w14:paraId="68A776D8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B873CE4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14:paraId="0E3803C6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pct"/>
            <w:vAlign w:val="center"/>
          </w:tcPr>
          <w:p w14:paraId="15F569AC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pct"/>
            <w:vAlign w:val="center"/>
          </w:tcPr>
          <w:p w14:paraId="02E39B71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4" w:type="pct"/>
            <w:vAlign w:val="center"/>
          </w:tcPr>
          <w:p w14:paraId="70CEFB1D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6" w:type="pct"/>
            <w:vAlign w:val="center"/>
          </w:tcPr>
          <w:p w14:paraId="4F84892A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pct"/>
            <w:vAlign w:val="center"/>
          </w:tcPr>
          <w:p w14:paraId="2A8EE3F4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46CBDD5C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pct"/>
            <w:vAlign w:val="center"/>
          </w:tcPr>
          <w:p w14:paraId="15F7E479" w14:textId="77777777" w:rsidR="00F330EB" w:rsidRPr="002F317F" w:rsidRDefault="00F330EB" w:rsidP="00AA78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74C7FD9" w14:textId="77777777" w:rsidR="001153F3" w:rsidRDefault="001153F3">
      <w:pPr>
        <w:tabs>
          <w:tab w:val="num" w:pos="-1418"/>
        </w:tabs>
        <w:ind w:left="284" w:right="-17" w:hanging="284"/>
        <w:rPr>
          <w:sz w:val="16"/>
        </w:rPr>
      </w:pPr>
    </w:p>
    <w:p w14:paraId="7CD19BD1" w14:textId="77777777" w:rsidR="003C4C70" w:rsidRDefault="003C4C70">
      <w:pPr>
        <w:tabs>
          <w:tab w:val="num" w:pos="-1418"/>
        </w:tabs>
        <w:ind w:left="284" w:right="-17" w:hanging="284"/>
        <w:rPr>
          <w:sz w:val="16"/>
        </w:rPr>
      </w:pPr>
    </w:p>
    <w:p w14:paraId="1053A806" w14:textId="77777777" w:rsidR="00F330EB" w:rsidRDefault="00292130" w:rsidP="00292130">
      <w:pPr>
        <w:pStyle w:val="Ttulo1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En</w:t>
      </w:r>
      <w:r w:rsidR="00C662A4">
        <w:rPr>
          <w:rFonts w:cs="Arial"/>
          <w:b w:val="0"/>
          <w:sz w:val="20"/>
        </w:rPr>
        <w:t>___</w:t>
      </w:r>
      <w:r w:rsidR="002F139C">
        <w:rPr>
          <w:rFonts w:cs="Arial"/>
          <w:b w:val="0"/>
          <w:sz w:val="20"/>
        </w:rPr>
        <w:t>________</w:t>
      </w:r>
      <w:r w:rsidR="00C662A4">
        <w:rPr>
          <w:rFonts w:cs="Arial"/>
          <w:b w:val="0"/>
          <w:sz w:val="20"/>
        </w:rPr>
        <w:t>____</w:t>
      </w:r>
      <w:r>
        <w:rPr>
          <w:rFonts w:cs="Arial"/>
          <w:b w:val="0"/>
          <w:sz w:val="20"/>
        </w:rPr>
        <w:t xml:space="preserve">, a ____ </w:t>
      </w:r>
      <w:r w:rsidR="00C662A4">
        <w:rPr>
          <w:rFonts w:cs="Arial"/>
          <w:b w:val="0"/>
          <w:sz w:val="20"/>
        </w:rPr>
        <w:t>de _____________</w:t>
      </w:r>
      <w:r w:rsidR="00F330EB" w:rsidRPr="008B3D0B">
        <w:rPr>
          <w:rFonts w:cs="Arial"/>
          <w:b w:val="0"/>
          <w:sz w:val="20"/>
        </w:rPr>
        <w:t xml:space="preserve"> </w:t>
      </w:r>
      <w:proofErr w:type="spellStart"/>
      <w:r w:rsidR="00F330EB" w:rsidRPr="008B3D0B">
        <w:rPr>
          <w:rFonts w:cs="Arial"/>
          <w:b w:val="0"/>
          <w:sz w:val="20"/>
        </w:rPr>
        <w:t>de</w:t>
      </w:r>
      <w:proofErr w:type="spellEnd"/>
      <w:r w:rsidR="00F330EB" w:rsidRPr="008B3D0B">
        <w:rPr>
          <w:rFonts w:cs="Arial"/>
          <w:b w:val="0"/>
          <w:sz w:val="20"/>
        </w:rPr>
        <w:t xml:space="preserve"> 20</w:t>
      </w:r>
      <w:bookmarkStart w:id="1" w:name="_Hlk103070850"/>
      <w:r w:rsidR="00C662A4">
        <w:rPr>
          <w:rFonts w:cs="Arial"/>
          <w:b w:val="0"/>
          <w:sz w:val="20"/>
        </w:rPr>
        <w:t>____</w:t>
      </w:r>
      <w:bookmarkEnd w:id="1"/>
    </w:p>
    <w:p w14:paraId="7461B4D6" w14:textId="77777777" w:rsidR="00C662A4" w:rsidRPr="00C662A4" w:rsidRDefault="00C662A4" w:rsidP="00C662A4"/>
    <w:p w14:paraId="63635A98" w14:textId="77777777" w:rsidR="00C662A4" w:rsidRDefault="00C662A4" w:rsidP="00F330EB">
      <w:pPr>
        <w:pStyle w:val="Ttulo1"/>
        <w:rPr>
          <w:rFonts w:cs="Arial"/>
          <w:b w:val="0"/>
          <w:sz w:val="20"/>
        </w:rPr>
      </w:pPr>
    </w:p>
    <w:p w14:paraId="759765F0" w14:textId="77777777" w:rsidR="00F330EB" w:rsidRPr="008B3D0B" w:rsidRDefault="00F330EB" w:rsidP="00F330EB">
      <w:pPr>
        <w:pStyle w:val="Ttulo1"/>
        <w:rPr>
          <w:rFonts w:cs="Arial"/>
          <w:b w:val="0"/>
          <w:sz w:val="20"/>
        </w:rPr>
      </w:pPr>
      <w:r w:rsidRPr="008B3D0B">
        <w:rPr>
          <w:rFonts w:cs="Arial"/>
          <w:b w:val="0"/>
          <w:sz w:val="20"/>
        </w:rPr>
        <w:t>El</w:t>
      </w:r>
      <w:r w:rsidR="006F3C9C">
        <w:rPr>
          <w:rFonts w:cs="Arial"/>
          <w:b w:val="0"/>
          <w:sz w:val="20"/>
        </w:rPr>
        <w:t>/La</w:t>
      </w:r>
      <w:r w:rsidRPr="008B3D0B">
        <w:rPr>
          <w:rFonts w:cs="Arial"/>
          <w:b w:val="0"/>
          <w:sz w:val="20"/>
        </w:rPr>
        <w:t xml:space="preserve"> </w:t>
      </w:r>
      <w:r w:rsidR="002F139C" w:rsidRPr="008B3D0B">
        <w:rPr>
          <w:rFonts w:cs="Arial"/>
          <w:b w:val="0"/>
          <w:sz w:val="20"/>
        </w:rPr>
        <w:t>tutor</w:t>
      </w:r>
      <w:r w:rsidR="006F3C9C">
        <w:rPr>
          <w:rFonts w:cs="Arial"/>
          <w:b w:val="0"/>
          <w:sz w:val="20"/>
        </w:rPr>
        <w:t>/a</w:t>
      </w:r>
      <w:r w:rsidRPr="008B3D0B">
        <w:rPr>
          <w:rFonts w:cs="Arial"/>
          <w:b w:val="0"/>
          <w:sz w:val="20"/>
        </w:rPr>
        <w:t xml:space="preserve"> </w:t>
      </w:r>
      <w:r w:rsidR="00EB2868">
        <w:rPr>
          <w:rFonts w:cs="Arial"/>
          <w:b w:val="0"/>
          <w:sz w:val="20"/>
        </w:rPr>
        <w:t xml:space="preserve">proyecto </w:t>
      </w:r>
      <w:r w:rsidRPr="008B3D0B">
        <w:rPr>
          <w:rFonts w:cs="Arial"/>
          <w:b w:val="0"/>
          <w:sz w:val="20"/>
        </w:rPr>
        <w:t xml:space="preserve">del </w:t>
      </w:r>
      <w:r w:rsidR="00EB2868">
        <w:rPr>
          <w:rFonts w:cs="Arial"/>
          <w:b w:val="0"/>
          <w:sz w:val="20"/>
        </w:rPr>
        <w:t>c</w:t>
      </w:r>
      <w:r w:rsidRPr="008B3D0B">
        <w:rPr>
          <w:rFonts w:cs="Arial"/>
          <w:b w:val="0"/>
          <w:sz w:val="20"/>
        </w:rPr>
        <w:t>entro educativo</w:t>
      </w:r>
      <w:r w:rsidR="00A54507" w:rsidRPr="008B3D0B">
        <w:rPr>
          <w:rFonts w:cs="Arial"/>
          <w:b w:val="0"/>
          <w:sz w:val="20"/>
        </w:rPr>
        <w:t xml:space="preserve"> / El</w:t>
      </w:r>
      <w:r w:rsidR="006F3C9C">
        <w:rPr>
          <w:rFonts w:cs="Arial"/>
          <w:b w:val="0"/>
          <w:sz w:val="20"/>
        </w:rPr>
        <w:t>/La</w:t>
      </w:r>
      <w:r w:rsidR="00A54507" w:rsidRPr="008B3D0B">
        <w:rPr>
          <w:rFonts w:cs="Arial"/>
          <w:b w:val="0"/>
          <w:sz w:val="20"/>
        </w:rPr>
        <w:t xml:space="preserve"> </w:t>
      </w:r>
      <w:r w:rsidR="002F139C" w:rsidRPr="008B3D0B">
        <w:rPr>
          <w:rFonts w:cs="Arial"/>
          <w:b w:val="0"/>
          <w:sz w:val="20"/>
        </w:rPr>
        <w:t>jefe</w:t>
      </w:r>
      <w:r w:rsidR="006F3C9C">
        <w:rPr>
          <w:rFonts w:cs="Arial"/>
          <w:b w:val="0"/>
          <w:sz w:val="20"/>
        </w:rPr>
        <w:t>/a</w:t>
      </w:r>
      <w:r w:rsidR="00A54507" w:rsidRPr="008B3D0B">
        <w:rPr>
          <w:rFonts w:cs="Arial"/>
          <w:b w:val="0"/>
          <w:sz w:val="20"/>
        </w:rPr>
        <w:t xml:space="preserve"> de Departamento</w:t>
      </w:r>
    </w:p>
    <w:p w14:paraId="4C2E9788" w14:textId="77777777" w:rsidR="00F330EB" w:rsidRPr="00F330EB" w:rsidRDefault="00F330EB" w:rsidP="00F330EB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32781340" w14:textId="77777777" w:rsidR="00F330EB" w:rsidRPr="00F330EB" w:rsidRDefault="00F330EB" w:rsidP="00F330EB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438745BB" w14:textId="77777777" w:rsidR="00F330EB" w:rsidRPr="00F330EB" w:rsidRDefault="00F330EB" w:rsidP="00F330EB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378AFBB7" w14:textId="77777777" w:rsidR="00F330EB" w:rsidRPr="00F330EB" w:rsidRDefault="00F330EB" w:rsidP="00F330EB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69E75AB8" w14:textId="77777777" w:rsidR="00F330EB" w:rsidRDefault="00F330EB" w:rsidP="00F330EB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6B902A5F" w14:textId="77777777" w:rsidR="002F139C" w:rsidRPr="00F330EB" w:rsidRDefault="002F139C" w:rsidP="00F330EB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14B65D13" w14:textId="77777777" w:rsidR="00F330EB" w:rsidRPr="00F330EB" w:rsidRDefault="00F330EB" w:rsidP="00F330EB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331D5E5F" w14:textId="77777777" w:rsidR="00F330EB" w:rsidRPr="008B3D0B" w:rsidRDefault="00F330EB" w:rsidP="00F330EB">
      <w:pPr>
        <w:pStyle w:val="Sangradetextonormal"/>
        <w:jc w:val="center"/>
        <w:rPr>
          <w:rFonts w:cs="Arial"/>
          <w:sz w:val="20"/>
        </w:rPr>
      </w:pPr>
      <w:r w:rsidRPr="008B3D0B">
        <w:rPr>
          <w:rFonts w:cs="Arial"/>
          <w:sz w:val="20"/>
        </w:rPr>
        <w:t xml:space="preserve">Fdo.: </w:t>
      </w:r>
      <w:r w:rsidR="00C662A4">
        <w:rPr>
          <w:rFonts w:cs="Arial"/>
          <w:sz w:val="20"/>
        </w:rPr>
        <w:t>____________________________________</w:t>
      </w:r>
    </w:p>
    <w:p w14:paraId="08BA2C65" w14:textId="77777777" w:rsidR="008B5FC2" w:rsidRDefault="008B5FC2" w:rsidP="00535A02">
      <w:pPr>
        <w:jc w:val="both"/>
        <w:rPr>
          <w:rFonts w:cs="Arial"/>
          <w:sz w:val="20"/>
        </w:rPr>
      </w:pPr>
    </w:p>
    <w:p w14:paraId="6945D5E9" w14:textId="77777777" w:rsidR="00C662A4" w:rsidRDefault="00C662A4" w:rsidP="004B25BF">
      <w:pPr>
        <w:jc w:val="both"/>
        <w:rPr>
          <w:rFonts w:cs="Arial"/>
          <w:sz w:val="20"/>
        </w:rPr>
      </w:pPr>
    </w:p>
    <w:p w14:paraId="372C46D4" w14:textId="77777777" w:rsidR="002F139C" w:rsidRDefault="002F139C" w:rsidP="004B25BF">
      <w:pPr>
        <w:jc w:val="both"/>
        <w:rPr>
          <w:rFonts w:cs="Arial"/>
          <w:sz w:val="20"/>
        </w:rPr>
      </w:pPr>
    </w:p>
    <w:p w14:paraId="38A5FE2B" w14:textId="77777777" w:rsidR="00535A02" w:rsidRPr="00F330EB" w:rsidRDefault="00535A02" w:rsidP="004B25BF">
      <w:pPr>
        <w:jc w:val="both"/>
        <w:rPr>
          <w:rFonts w:ascii="Times New Roman" w:hAnsi="Times New Roman"/>
          <w:sz w:val="20"/>
        </w:rPr>
      </w:pPr>
      <w:r w:rsidRPr="008B3D0B">
        <w:rPr>
          <w:rFonts w:cs="Arial"/>
          <w:sz w:val="20"/>
        </w:rPr>
        <w:t>EL PRESENTE INFORME SE REMITIR</w:t>
      </w:r>
      <w:r>
        <w:rPr>
          <w:rFonts w:cs="Arial"/>
          <w:sz w:val="20"/>
        </w:rPr>
        <w:t xml:space="preserve">Á </w:t>
      </w:r>
      <w:r w:rsidR="008B5FC2">
        <w:rPr>
          <w:rFonts w:cs="Arial"/>
          <w:sz w:val="20"/>
        </w:rPr>
        <w:t xml:space="preserve">A LA UNIDAD DE FORMACIÓN PROFESIONAL DE </w:t>
      </w:r>
      <w:r>
        <w:rPr>
          <w:rFonts w:cs="Arial"/>
          <w:sz w:val="20"/>
        </w:rPr>
        <w:t>LA CORRESPONDIENTE DELEGACIÓN</w:t>
      </w:r>
      <w:r w:rsidRPr="008B3D0B">
        <w:rPr>
          <w:rFonts w:cs="Arial"/>
          <w:sz w:val="20"/>
        </w:rPr>
        <w:t xml:space="preserve"> PROVINCIAL DE EDUCACIÓN, CULTURA Y DEPORTES, UNA VEZ TRANSCURRIDOS DOS CURSOS ESCOLARES DESDE LA FINALIZACIÓN DEL PROYECTO.</w:t>
      </w:r>
    </w:p>
    <w:sectPr w:rsidR="00535A02" w:rsidRPr="00F330EB" w:rsidSect="005463C0">
      <w:headerReference w:type="default" r:id="rId7"/>
      <w:footerReference w:type="default" r:id="rId8"/>
      <w:pgSz w:w="11906" w:h="16838"/>
      <w:pgMar w:top="1954" w:right="849" w:bottom="1135" w:left="993" w:header="552" w:footer="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FA797" w14:textId="77777777" w:rsidR="000B1300" w:rsidRDefault="000B1300">
      <w:r>
        <w:separator/>
      </w:r>
    </w:p>
  </w:endnote>
  <w:endnote w:type="continuationSeparator" w:id="0">
    <w:p w14:paraId="29772D98" w14:textId="77777777" w:rsidR="000B1300" w:rsidRDefault="000B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39A2A" w14:textId="77777777" w:rsidR="00DE61D3" w:rsidRDefault="009B4AC3" w:rsidP="009B4AC3">
    <w:pPr>
      <w:pStyle w:val="Piedepgina"/>
      <w:tabs>
        <w:tab w:val="clear" w:pos="4252"/>
        <w:tab w:val="clear" w:pos="8504"/>
        <w:tab w:val="center" w:pos="992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A2C24" w14:textId="77777777" w:rsidR="000B1300" w:rsidRDefault="000B1300">
      <w:r>
        <w:separator/>
      </w:r>
    </w:p>
  </w:footnote>
  <w:footnote w:type="continuationSeparator" w:id="0">
    <w:p w14:paraId="2A157617" w14:textId="77777777" w:rsidR="000B1300" w:rsidRDefault="000B1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850E7" w14:textId="71472C32" w:rsidR="00DE61D3" w:rsidRDefault="00D363DC" w:rsidP="00DE61D3">
    <w:pPr>
      <w:pStyle w:val="Encabezado"/>
      <w:rPr>
        <w:rFonts w:cs="Arial"/>
        <w:sz w:val="12"/>
        <w:szCs w:val="12"/>
      </w:rPr>
    </w:pPr>
    <w:r w:rsidRPr="00D363DC">
      <w:rPr>
        <w:rFonts w:cs="Arial"/>
        <w:noProof/>
        <w:sz w:val="12"/>
        <w:szCs w:val="12"/>
      </w:rPr>
      <w:drawing>
        <wp:anchor distT="0" distB="0" distL="114300" distR="114300" simplePos="0" relativeHeight="251658240" behindDoc="0" locked="0" layoutInCell="1" allowOverlap="1" wp14:anchorId="527775A5" wp14:editId="08CF543A">
          <wp:simplePos x="0" y="0"/>
          <wp:positionH relativeFrom="column">
            <wp:posOffset>-2294</wp:posOffset>
          </wp:positionH>
          <wp:positionV relativeFrom="paragraph">
            <wp:posOffset>-2177</wp:posOffset>
          </wp:positionV>
          <wp:extent cx="6390640" cy="1104265"/>
          <wp:effectExtent l="0" t="0" r="0" b="635"/>
          <wp:wrapNone/>
          <wp:docPr id="1033823708" name="Imagen 1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3823708" name="Imagen 1" descr="Interfaz de usuario gráfic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640" cy="1104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5D2"/>
    <w:multiLevelType w:val="singleLevel"/>
    <w:tmpl w:val="0AEA1A9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AF0042D"/>
    <w:multiLevelType w:val="singleLevel"/>
    <w:tmpl w:val="C67E4E9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4224410"/>
    <w:multiLevelType w:val="hybridMultilevel"/>
    <w:tmpl w:val="A59CD184"/>
    <w:lvl w:ilvl="0" w:tplc="74D0E42E">
      <w:start w:val="6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96A4E"/>
    <w:multiLevelType w:val="singleLevel"/>
    <w:tmpl w:val="0CA8F53A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12"/>
      </w:rPr>
    </w:lvl>
  </w:abstractNum>
  <w:abstractNum w:abstractNumId="4" w15:restartNumberingAfterBreak="0">
    <w:nsid w:val="54050042"/>
    <w:multiLevelType w:val="hybridMultilevel"/>
    <w:tmpl w:val="8E32B884"/>
    <w:lvl w:ilvl="0" w:tplc="34C49506">
      <w:start w:val="1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abstractNum w:abstractNumId="5" w15:restartNumberingAfterBreak="0">
    <w:nsid w:val="57DA2186"/>
    <w:multiLevelType w:val="hybridMultilevel"/>
    <w:tmpl w:val="B40A925A"/>
    <w:lvl w:ilvl="0" w:tplc="CD98EB3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0219D"/>
    <w:multiLevelType w:val="hybridMultilevel"/>
    <w:tmpl w:val="820C951C"/>
    <w:lvl w:ilvl="0" w:tplc="74D0E42E">
      <w:start w:val="6"/>
      <w:numFmt w:val="lowerLetter"/>
      <w:lvlText w:val="%1)"/>
      <w:lvlJc w:val="left"/>
      <w:pPr>
        <w:tabs>
          <w:tab w:val="num" w:pos="508"/>
        </w:tabs>
        <w:ind w:left="508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514" w:hanging="360"/>
      </w:pPr>
    </w:lvl>
    <w:lvl w:ilvl="2" w:tplc="0C0A001B" w:tentative="1">
      <w:start w:val="1"/>
      <w:numFmt w:val="lowerRoman"/>
      <w:lvlText w:val="%3."/>
      <w:lvlJc w:val="right"/>
      <w:pPr>
        <w:ind w:left="2234" w:hanging="180"/>
      </w:pPr>
    </w:lvl>
    <w:lvl w:ilvl="3" w:tplc="0C0A000F" w:tentative="1">
      <w:start w:val="1"/>
      <w:numFmt w:val="decimal"/>
      <w:lvlText w:val="%4."/>
      <w:lvlJc w:val="left"/>
      <w:pPr>
        <w:ind w:left="2954" w:hanging="360"/>
      </w:pPr>
    </w:lvl>
    <w:lvl w:ilvl="4" w:tplc="0C0A0019" w:tentative="1">
      <w:start w:val="1"/>
      <w:numFmt w:val="lowerLetter"/>
      <w:lvlText w:val="%5."/>
      <w:lvlJc w:val="left"/>
      <w:pPr>
        <w:ind w:left="3674" w:hanging="360"/>
      </w:pPr>
    </w:lvl>
    <w:lvl w:ilvl="5" w:tplc="0C0A001B" w:tentative="1">
      <w:start w:val="1"/>
      <w:numFmt w:val="lowerRoman"/>
      <w:lvlText w:val="%6."/>
      <w:lvlJc w:val="right"/>
      <w:pPr>
        <w:ind w:left="4394" w:hanging="180"/>
      </w:pPr>
    </w:lvl>
    <w:lvl w:ilvl="6" w:tplc="0C0A000F" w:tentative="1">
      <w:start w:val="1"/>
      <w:numFmt w:val="decimal"/>
      <w:lvlText w:val="%7."/>
      <w:lvlJc w:val="left"/>
      <w:pPr>
        <w:ind w:left="5114" w:hanging="360"/>
      </w:pPr>
    </w:lvl>
    <w:lvl w:ilvl="7" w:tplc="0C0A0019" w:tentative="1">
      <w:start w:val="1"/>
      <w:numFmt w:val="lowerLetter"/>
      <w:lvlText w:val="%8."/>
      <w:lvlJc w:val="left"/>
      <w:pPr>
        <w:ind w:left="5834" w:hanging="360"/>
      </w:pPr>
    </w:lvl>
    <w:lvl w:ilvl="8" w:tplc="0C0A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" w15:restartNumberingAfterBreak="0">
    <w:nsid w:val="67130A1D"/>
    <w:multiLevelType w:val="singleLevel"/>
    <w:tmpl w:val="26C8428E"/>
    <w:lvl w:ilvl="0">
      <w:numFmt w:val="bullet"/>
      <w:lvlText w:val=""/>
      <w:lvlJc w:val="left"/>
      <w:pPr>
        <w:tabs>
          <w:tab w:val="num" w:pos="720"/>
        </w:tabs>
        <w:ind w:left="720" w:hanging="405"/>
      </w:pPr>
      <w:rPr>
        <w:rFonts w:ascii="Symbol" w:hAnsi="Symbol" w:hint="default"/>
        <w:i w:val="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70"/>
    <w:rsid w:val="00053936"/>
    <w:rsid w:val="0007370D"/>
    <w:rsid w:val="000835D2"/>
    <w:rsid w:val="000B1300"/>
    <w:rsid w:val="001153F3"/>
    <w:rsid w:val="00186C0E"/>
    <w:rsid w:val="001D37B1"/>
    <w:rsid w:val="001E007E"/>
    <w:rsid w:val="00213E5D"/>
    <w:rsid w:val="0021668A"/>
    <w:rsid w:val="00227690"/>
    <w:rsid w:val="00235FA2"/>
    <w:rsid w:val="00242DC4"/>
    <w:rsid w:val="00284CD2"/>
    <w:rsid w:val="00292130"/>
    <w:rsid w:val="002A253A"/>
    <w:rsid w:val="002A3B13"/>
    <w:rsid w:val="002F139C"/>
    <w:rsid w:val="002F317F"/>
    <w:rsid w:val="00312161"/>
    <w:rsid w:val="00325036"/>
    <w:rsid w:val="0039791F"/>
    <w:rsid w:val="003A68B2"/>
    <w:rsid w:val="003C1800"/>
    <w:rsid w:val="003C4C70"/>
    <w:rsid w:val="003F55D8"/>
    <w:rsid w:val="004060F3"/>
    <w:rsid w:val="004215B6"/>
    <w:rsid w:val="004371FD"/>
    <w:rsid w:val="00492B89"/>
    <w:rsid w:val="004A1D35"/>
    <w:rsid w:val="004A76A3"/>
    <w:rsid w:val="004B0368"/>
    <w:rsid w:val="004B1735"/>
    <w:rsid w:val="004B25BF"/>
    <w:rsid w:val="004D21DA"/>
    <w:rsid w:val="004D5461"/>
    <w:rsid w:val="00503377"/>
    <w:rsid w:val="0051161D"/>
    <w:rsid w:val="00516551"/>
    <w:rsid w:val="00521E8C"/>
    <w:rsid w:val="00535A02"/>
    <w:rsid w:val="00541637"/>
    <w:rsid w:val="005463C0"/>
    <w:rsid w:val="00566D7B"/>
    <w:rsid w:val="005D1049"/>
    <w:rsid w:val="005E0439"/>
    <w:rsid w:val="00616D08"/>
    <w:rsid w:val="00651964"/>
    <w:rsid w:val="00686782"/>
    <w:rsid w:val="006F3C9C"/>
    <w:rsid w:val="007217D6"/>
    <w:rsid w:val="0073491B"/>
    <w:rsid w:val="00736702"/>
    <w:rsid w:val="00760505"/>
    <w:rsid w:val="00775BB0"/>
    <w:rsid w:val="007E1480"/>
    <w:rsid w:val="007F1F64"/>
    <w:rsid w:val="00847D55"/>
    <w:rsid w:val="00883BC4"/>
    <w:rsid w:val="008B156D"/>
    <w:rsid w:val="008B3D0B"/>
    <w:rsid w:val="008B4F8C"/>
    <w:rsid w:val="008B5FC2"/>
    <w:rsid w:val="008D2131"/>
    <w:rsid w:val="00916159"/>
    <w:rsid w:val="0098078E"/>
    <w:rsid w:val="009B4AC3"/>
    <w:rsid w:val="009D54EB"/>
    <w:rsid w:val="009D799F"/>
    <w:rsid w:val="009F3A28"/>
    <w:rsid w:val="00A14CF2"/>
    <w:rsid w:val="00A54507"/>
    <w:rsid w:val="00A54A3F"/>
    <w:rsid w:val="00A55C7E"/>
    <w:rsid w:val="00A90D31"/>
    <w:rsid w:val="00A90E92"/>
    <w:rsid w:val="00AA784C"/>
    <w:rsid w:val="00AB2284"/>
    <w:rsid w:val="00AC704B"/>
    <w:rsid w:val="00AD1B7D"/>
    <w:rsid w:val="00B3769B"/>
    <w:rsid w:val="00B37BAC"/>
    <w:rsid w:val="00B53657"/>
    <w:rsid w:val="00B65A5D"/>
    <w:rsid w:val="00B71E12"/>
    <w:rsid w:val="00B7659D"/>
    <w:rsid w:val="00B87F19"/>
    <w:rsid w:val="00BE38BB"/>
    <w:rsid w:val="00BF6BBE"/>
    <w:rsid w:val="00C050D5"/>
    <w:rsid w:val="00C206C5"/>
    <w:rsid w:val="00C662A4"/>
    <w:rsid w:val="00C839FA"/>
    <w:rsid w:val="00C966D3"/>
    <w:rsid w:val="00CA4ADD"/>
    <w:rsid w:val="00D25DEE"/>
    <w:rsid w:val="00D363DC"/>
    <w:rsid w:val="00D44D13"/>
    <w:rsid w:val="00D7734A"/>
    <w:rsid w:val="00D924E7"/>
    <w:rsid w:val="00D96C88"/>
    <w:rsid w:val="00DC4A8F"/>
    <w:rsid w:val="00DE3655"/>
    <w:rsid w:val="00DE4049"/>
    <w:rsid w:val="00DE61D3"/>
    <w:rsid w:val="00E227E7"/>
    <w:rsid w:val="00E94617"/>
    <w:rsid w:val="00EB2868"/>
    <w:rsid w:val="00F00827"/>
    <w:rsid w:val="00F02269"/>
    <w:rsid w:val="00F330EB"/>
    <w:rsid w:val="00F331EB"/>
    <w:rsid w:val="00F35F16"/>
    <w:rsid w:val="00F44468"/>
    <w:rsid w:val="00F57E17"/>
    <w:rsid w:val="00F614E9"/>
    <w:rsid w:val="00F7426C"/>
    <w:rsid w:val="00F80820"/>
    <w:rsid w:val="00FB60D3"/>
    <w:rsid w:val="00FC1499"/>
    <w:rsid w:val="00FE5916"/>
    <w:rsid w:val="00FF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66DBEDB8"/>
  <w15:chartTrackingRefBased/>
  <w15:docId w15:val="{C98F46A8-401B-4A09-9791-830EB610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spacing w:before="60" w:after="60"/>
      <w:ind w:left="74" w:right="74"/>
      <w:jc w:val="center"/>
      <w:outlineLvl w:val="0"/>
    </w:pPr>
    <w:rPr>
      <w:b/>
      <w:sz w:val="18"/>
    </w:rPr>
  </w:style>
  <w:style w:type="paragraph" w:styleId="Ttulo2">
    <w:name w:val="heading 2"/>
    <w:basedOn w:val="Normal"/>
    <w:next w:val="Normal"/>
    <w:qFormat/>
    <w:pPr>
      <w:keepNext/>
      <w:spacing w:before="240" w:after="120"/>
      <w:ind w:firstLine="1206"/>
      <w:outlineLvl w:val="1"/>
    </w:pPr>
    <w:rPr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Normal"/>
    <w:qFormat/>
    <w:pPr>
      <w:jc w:val="center"/>
    </w:pPr>
    <w:rPr>
      <w:b/>
      <w:sz w:val="28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3C4C70"/>
    <w:rPr>
      <w:rFonts w:ascii="Tahoma" w:hAnsi="Tahoma" w:cs="Tahoma"/>
      <w:sz w:val="16"/>
      <w:szCs w:val="16"/>
    </w:rPr>
  </w:style>
  <w:style w:type="character" w:styleId="Hipervnculo">
    <w:name w:val="Hyperlink"/>
    <w:rsid w:val="00312161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5E0439"/>
    <w:pPr>
      <w:spacing w:after="120"/>
    </w:pPr>
  </w:style>
  <w:style w:type="character" w:customStyle="1" w:styleId="TextoindependienteCar">
    <w:name w:val="Texto independiente Car"/>
    <w:link w:val="Textoindependiente"/>
    <w:rsid w:val="005E0439"/>
    <w:rPr>
      <w:rFonts w:ascii="Arial" w:hAnsi="Arial"/>
      <w:sz w:val="22"/>
    </w:rPr>
  </w:style>
  <w:style w:type="paragraph" w:styleId="Sangradetextonormal">
    <w:name w:val="Body Text Indent"/>
    <w:basedOn w:val="Normal"/>
    <w:link w:val="SangradetextonormalCar"/>
    <w:rsid w:val="005E0439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rsid w:val="005E0439"/>
    <w:rPr>
      <w:rFonts w:ascii="Arial" w:hAnsi="Arial"/>
      <w:sz w:val="22"/>
    </w:rPr>
  </w:style>
  <w:style w:type="paragraph" w:styleId="Subttulo">
    <w:name w:val="Subtitle"/>
    <w:basedOn w:val="Normal"/>
    <w:next w:val="Normal"/>
    <w:link w:val="SubttuloCar"/>
    <w:qFormat/>
    <w:rsid w:val="005E043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link w:val="Subttulo"/>
    <w:rsid w:val="005E0439"/>
    <w:rPr>
      <w:rFonts w:ascii="Cambria" w:eastAsia="Times New Roman" w:hAnsi="Cambria" w:cs="Times New Roman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rsid w:val="005E04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5E043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rsid w:val="002A3B13"/>
    <w:rPr>
      <w:sz w:val="20"/>
    </w:rPr>
  </w:style>
  <w:style w:type="character" w:customStyle="1" w:styleId="TextonotapieCar">
    <w:name w:val="Texto nota pie Car"/>
    <w:link w:val="Textonotapie"/>
    <w:rsid w:val="002A3B13"/>
    <w:rPr>
      <w:rFonts w:ascii="Arial" w:hAnsi="Arial"/>
    </w:rPr>
  </w:style>
  <w:style w:type="character" w:styleId="Refdenotaalpie">
    <w:name w:val="footnote reference"/>
    <w:rsid w:val="002A3B13"/>
    <w:rPr>
      <w:vertAlign w:val="superscript"/>
    </w:rPr>
  </w:style>
  <w:style w:type="table" w:styleId="Tablaconcuadrcula">
    <w:name w:val="Table Grid"/>
    <w:basedOn w:val="Tablanormal"/>
    <w:uiPriority w:val="59"/>
    <w:rsid w:val="0054163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BF6B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7.tm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B79963ECF34F83AEDDBD76D16C0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DD09D-A8C1-4B2A-8DEA-F3ABB265B297}"/>
      </w:docPartPr>
      <w:docPartBody>
        <w:p w:rsidR="003542BE" w:rsidRDefault="007E2868" w:rsidP="007E2868">
          <w:pPr>
            <w:pStyle w:val="69B79963ECF34F83AEDDBD76D16C01A11"/>
          </w:pPr>
          <w:r w:rsidRPr="00AB02AC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868"/>
    <w:rsid w:val="003542BE"/>
    <w:rsid w:val="007E2868"/>
    <w:rsid w:val="00A54A3F"/>
    <w:rsid w:val="00F02269"/>
    <w:rsid w:val="00F7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E2868"/>
    <w:rPr>
      <w:color w:val="808080"/>
    </w:rPr>
  </w:style>
  <w:style w:type="paragraph" w:customStyle="1" w:styleId="69B79963ECF34F83AEDDBD76D16C01A11">
    <w:name w:val="69B79963ECF34F83AEDDBD76D16C01A11"/>
    <w:rsid w:val="007E2868"/>
    <w:pPr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~wd07.tmp</Template>
  <TotalTime>1</TotalTime>
  <Pages>1</Pages>
  <Words>145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IX Informe de evaluación individualizado</vt:lpstr>
    </vt:vector>
  </TitlesOfParts>
  <Company>Comunidad Madrid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IX Informe de evaluación individualizado</dc:title>
  <dc:subject/>
  <dc:creator>I.C.M.</dc:creator>
  <cp:keywords/>
  <cp:lastModifiedBy>Usuario</cp:lastModifiedBy>
  <cp:revision>2</cp:revision>
  <cp:lastPrinted>2014-03-17T10:05:00Z</cp:lastPrinted>
  <dcterms:created xsi:type="dcterms:W3CDTF">2025-08-31T17:35:00Z</dcterms:created>
  <dcterms:modified xsi:type="dcterms:W3CDTF">2025-08-31T17:35:00Z</dcterms:modified>
</cp:coreProperties>
</file>